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C66" w:rsidRPr="00330D7A" w:rsidRDefault="005A7C66" w:rsidP="00330D7A">
      <w:pPr>
        <w:spacing w:after="0"/>
        <w:ind w:left="-180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style="position:absolute;left:0;text-align:left;margin-left:209.55pt;margin-top:-58.1pt;width:61.5pt;height:51.75pt;z-index:251658240;visibility:visible">
            <v:imagedata r:id="rId5" o:title=""/>
          </v:shape>
        </w:pict>
      </w:r>
      <w:r>
        <w:rPr>
          <w:rFonts w:ascii="Verdana" w:hAnsi="Verdana" w:cs="Verdana"/>
          <w:b/>
          <w:bCs/>
          <w:sz w:val="28"/>
          <w:szCs w:val="28"/>
        </w:rPr>
        <w:t xml:space="preserve">           </w:t>
      </w:r>
      <w:r w:rsidRPr="00330D7A">
        <w:rPr>
          <w:rFonts w:ascii="Verdana" w:hAnsi="Verdana" w:cs="Verdana"/>
          <w:b/>
          <w:bCs/>
          <w:sz w:val="28"/>
          <w:szCs w:val="28"/>
        </w:rPr>
        <w:t xml:space="preserve">Ministero dell’Istruzione,dell’Università e della Ricerca </w:t>
      </w:r>
    </w:p>
    <w:p w:rsidR="005A7C66" w:rsidRPr="002E75FA" w:rsidRDefault="005A7C66" w:rsidP="00330D7A">
      <w:pPr>
        <w:pStyle w:val="BodyText"/>
        <w:jc w:val="center"/>
        <w:rPr>
          <w:b/>
          <w:bCs/>
        </w:rPr>
      </w:pPr>
      <w:r w:rsidRPr="002E75FA">
        <w:rPr>
          <w:b/>
          <w:bCs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2E75FA">
          <w:rPr>
            <w:b/>
            <w:bCs/>
          </w:rPr>
          <w:t>LA CAMPANIA</w:t>
        </w:r>
      </w:smartTag>
    </w:p>
    <w:p w:rsidR="005A7C66" w:rsidRPr="00360E3A" w:rsidRDefault="005A7C66" w:rsidP="00330D7A">
      <w:pPr>
        <w:pStyle w:val="NormalWeb"/>
        <w:spacing w:before="0" w:after="0"/>
        <w:jc w:val="center"/>
        <w:rPr>
          <w:rFonts w:ascii="Verdana" w:hAnsi="Verdana" w:cs="Verdana"/>
          <w:b/>
          <w:bCs/>
          <w:sz w:val="26"/>
          <w:szCs w:val="26"/>
        </w:rPr>
      </w:pPr>
      <w:smartTag w:uri="urn:schemas-microsoft-com:office:smarttags" w:element="PersonName">
        <w:r w:rsidRPr="00360E3A">
          <w:rPr>
            <w:rFonts w:ascii="Verdana" w:hAnsi="Verdana" w:cs="Verdana"/>
            <w:b/>
            <w:bCs/>
            <w:sz w:val="26"/>
            <w:szCs w:val="26"/>
          </w:rPr>
          <w:t>Direzione Generale</w:t>
        </w:r>
      </w:smartTag>
    </w:p>
    <w:p w:rsidR="005A7C66" w:rsidRDefault="005A7C66" w:rsidP="00330D7A">
      <w:pPr>
        <w:pStyle w:val="Heading3"/>
        <w:rPr>
          <w:b w:val="0"/>
          <w:bCs w:val="0"/>
          <w:sz w:val="18"/>
          <w:szCs w:val="18"/>
        </w:rPr>
      </w:pPr>
      <w:r>
        <w:rPr>
          <w:rFonts w:ascii="Comic Sans MS" w:hAnsi="Comic Sans MS" w:cs="Comic Sans MS"/>
          <w:b w:val="0"/>
          <w:bCs w:val="0"/>
          <w:sz w:val="18"/>
          <w:szCs w:val="18"/>
        </w:rPr>
        <w:t xml:space="preserve">                                                             </w:t>
      </w:r>
      <w:r>
        <w:rPr>
          <w:b w:val="0"/>
          <w:bCs w:val="0"/>
          <w:sz w:val="18"/>
          <w:szCs w:val="18"/>
        </w:rPr>
        <w:t>Via Ponte della Maddalena 55 - 80142 Napoli</w:t>
      </w:r>
    </w:p>
    <w:p w:rsidR="005A7C66" w:rsidRDefault="005A7C66" w:rsidP="00330D7A">
      <w:pPr>
        <w:pStyle w:val="NormalWeb"/>
        <w:spacing w:before="0" w:after="0"/>
        <w:jc w:val="center"/>
        <w:rPr>
          <w:rFonts w:ascii="Verdana" w:hAnsi="Verdana" w:cs="Verdana"/>
          <w:b/>
          <w:bCs/>
          <w:sz w:val="16"/>
          <w:szCs w:val="16"/>
        </w:rPr>
      </w:pPr>
      <w:r>
        <w:rPr>
          <w:rFonts w:ascii="Comic Sans MS" w:hAnsi="Comic Sans MS" w:cs="Comic Sans MS"/>
          <w:i/>
          <w:iCs/>
          <w:sz w:val="16"/>
          <w:szCs w:val="16"/>
          <w:u w:val="single"/>
        </w:rPr>
        <w:t>Segreteria Direttore Generale</w:t>
      </w:r>
      <w:r>
        <w:rPr>
          <w:rFonts w:ascii="Comic Sans MS" w:hAnsi="Comic Sans MS" w:cs="Comic Sans MS"/>
          <w:sz w:val="16"/>
          <w:szCs w:val="16"/>
        </w:rPr>
        <w:t xml:space="preserve"> -  </w:t>
      </w:r>
      <w:r>
        <w:rPr>
          <w:rFonts w:ascii="Comic Sans MS" w:hAnsi="Comic Sans MS" w:cs="Comic Sans MS"/>
          <w:spacing w:val="10"/>
          <w:sz w:val="16"/>
          <w:szCs w:val="16"/>
        </w:rPr>
        <w:t xml:space="preserve"> </w:t>
      </w:r>
      <w:r>
        <w:rPr>
          <w:rFonts w:ascii="Comic Sans MS" w:hAnsi="Comic Sans MS" w:cs="Comic Sans MS"/>
          <w:spacing w:val="10"/>
          <w:sz w:val="16"/>
          <w:szCs w:val="16"/>
        </w:rPr>
        <w:fldChar w:fldCharType="begin"/>
      </w:r>
      <w:r>
        <w:rPr>
          <w:rFonts w:ascii="Comic Sans MS" w:hAnsi="Comic Sans MS" w:cs="Comic Sans MS"/>
          <w:spacing w:val="10"/>
          <w:sz w:val="16"/>
          <w:szCs w:val="16"/>
        </w:rPr>
        <w:instrText>SYMBOL 40 \f "Wingdings" \s 10</w:instrText>
      </w:r>
      <w:r>
        <w:rPr>
          <w:rFonts w:ascii="Comic Sans MS" w:hAnsi="Comic Sans MS" w:cs="Comic Sans MS"/>
          <w:spacing w:val="10"/>
          <w:sz w:val="16"/>
          <w:szCs w:val="16"/>
        </w:rPr>
        <w:fldChar w:fldCharType="separate"/>
      </w:r>
      <w:r>
        <w:rPr>
          <w:rFonts w:ascii="Comic Sans MS" w:hAnsi="Comic Sans MS" w:cs="Comic Sans MS"/>
          <w:spacing w:val="10"/>
          <w:sz w:val="16"/>
          <w:szCs w:val="16"/>
        </w:rPr>
        <w:t>(</w:t>
      </w:r>
      <w:r>
        <w:rPr>
          <w:rFonts w:ascii="Comic Sans MS" w:hAnsi="Comic Sans MS" w:cs="Comic Sans MS"/>
          <w:spacing w:val="10"/>
          <w:sz w:val="16"/>
          <w:szCs w:val="16"/>
        </w:rPr>
        <w:fldChar w:fldCharType="end"/>
      </w:r>
      <w:r>
        <w:rPr>
          <w:rFonts w:ascii="Comic Sans MS" w:hAnsi="Comic Sans MS" w:cs="Comic Sans MS"/>
          <w:spacing w:val="10"/>
          <w:sz w:val="16"/>
          <w:szCs w:val="16"/>
        </w:rPr>
        <w:t xml:space="preserve"> </w:t>
      </w:r>
      <w:r>
        <w:rPr>
          <w:rFonts w:ascii="Comic Sans MS" w:hAnsi="Comic Sans MS" w:cs="Comic Sans MS"/>
          <w:i/>
          <w:iCs/>
          <w:sz w:val="16"/>
          <w:szCs w:val="16"/>
        </w:rPr>
        <w:t>0815576624   – Fax 0815576569</w:t>
      </w:r>
      <w:r>
        <w:rPr>
          <w:rFonts w:ascii="Comic Sans MS" w:hAnsi="Comic Sans MS" w:cs="Comic Sans MS"/>
          <w:sz w:val="16"/>
          <w:szCs w:val="16"/>
        </w:rPr>
        <w:t xml:space="preserve">    </w:t>
      </w:r>
      <w:r>
        <w:rPr>
          <w:rFonts w:ascii="Comic Sans MS" w:hAnsi="Comic Sans MS" w:cs="Comic Sans MS"/>
          <w:spacing w:val="10"/>
          <w:sz w:val="16"/>
          <w:szCs w:val="16"/>
        </w:rPr>
        <w:fldChar w:fldCharType="begin"/>
      </w:r>
      <w:r>
        <w:rPr>
          <w:rFonts w:ascii="Comic Sans MS" w:hAnsi="Comic Sans MS" w:cs="Comic Sans MS"/>
          <w:spacing w:val="10"/>
          <w:sz w:val="16"/>
          <w:szCs w:val="16"/>
        </w:rPr>
        <w:instrText>SYMBOL 42 \f "Wingdings" \s 10</w:instrText>
      </w:r>
      <w:r>
        <w:rPr>
          <w:rFonts w:ascii="Comic Sans MS" w:hAnsi="Comic Sans MS" w:cs="Comic Sans MS"/>
          <w:spacing w:val="10"/>
          <w:sz w:val="16"/>
          <w:szCs w:val="16"/>
        </w:rPr>
        <w:fldChar w:fldCharType="separate"/>
      </w:r>
      <w:r>
        <w:rPr>
          <w:rFonts w:ascii="Comic Sans MS" w:hAnsi="Comic Sans MS" w:cs="Comic Sans MS"/>
          <w:spacing w:val="10"/>
          <w:sz w:val="16"/>
          <w:szCs w:val="16"/>
        </w:rPr>
        <w:t>*</w:t>
      </w:r>
      <w:r>
        <w:rPr>
          <w:rFonts w:ascii="Comic Sans MS" w:hAnsi="Comic Sans MS" w:cs="Comic Sans MS"/>
          <w:spacing w:val="10"/>
          <w:sz w:val="16"/>
          <w:szCs w:val="16"/>
        </w:rPr>
        <w:fldChar w:fldCharType="end"/>
      </w:r>
      <w:r>
        <w:rPr>
          <w:rFonts w:ascii="Comic Sans MS" w:hAnsi="Comic Sans MS" w:cs="Comic Sans MS"/>
          <w:spacing w:val="10"/>
          <w:sz w:val="16"/>
          <w:szCs w:val="16"/>
        </w:rPr>
        <w:t xml:space="preserve"> </w:t>
      </w:r>
      <w:r>
        <w:rPr>
          <w:rFonts w:ascii="Comic Sans MS" w:hAnsi="Comic Sans MS" w:cs="Comic Sans MS"/>
          <w:sz w:val="16"/>
          <w:szCs w:val="16"/>
        </w:rPr>
        <w:t>&lt;direzione-campania@istruzione.it&gt;</w:t>
      </w:r>
    </w:p>
    <w:p w:rsidR="005A7C66" w:rsidRDefault="005A7C66" w:rsidP="00330D7A">
      <w:pPr>
        <w:pStyle w:val="NormalWeb"/>
        <w:spacing w:before="0" w:after="0"/>
        <w:jc w:val="center"/>
        <w:rPr>
          <w:rFonts w:ascii="Verdana" w:hAnsi="Verdana" w:cs="Verdana"/>
          <w:b/>
          <w:bCs/>
        </w:rPr>
      </w:pPr>
    </w:p>
    <w:p w:rsidR="005A7C66" w:rsidRPr="0069573E" w:rsidRDefault="005A7C66" w:rsidP="00330D7A">
      <w:pPr>
        <w:jc w:val="both"/>
        <w:rPr>
          <w:rFonts w:ascii="Times New Roman" w:hAnsi="Times New Roman"/>
          <w:sz w:val="24"/>
          <w:szCs w:val="24"/>
        </w:rPr>
      </w:pPr>
      <w:r w:rsidRPr="00A53176">
        <w:rPr>
          <w:rFonts w:ascii="Times New Roman" w:hAnsi="Times New Roman"/>
          <w:sz w:val="24"/>
          <w:szCs w:val="24"/>
        </w:rPr>
        <w:t xml:space="preserve">Prot. </w:t>
      </w:r>
      <w:r>
        <w:rPr>
          <w:rFonts w:ascii="Times New Roman" w:hAnsi="Times New Roman"/>
          <w:sz w:val="24"/>
          <w:szCs w:val="24"/>
        </w:rPr>
        <w:t>MIURAOODRCA.UffDir. N.3045/U</w:t>
      </w:r>
      <w:r w:rsidRPr="00A53176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A53176">
        <w:rPr>
          <w:rFonts w:ascii="Times New Roman" w:hAnsi="Times New Roman"/>
          <w:sz w:val="24"/>
          <w:szCs w:val="24"/>
        </w:rPr>
        <w:t>Napoli,</w:t>
      </w:r>
      <w:r>
        <w:rPr>
          <w:rFonts w:ascii="Times New Roman" w:hAnsi="Times New Roman"/>
          <w:sz w:val="24"/>
          <w:szCs w:val="24"/>
        </w:rPr>
        <w:t xml:space="preserve"> 23/04/2014</w:t>
      </w:r>
    </w:p>
    <w:p w:rsidR="005A7C66" w:rsidRDefault="005A7C66" w:rsidP="00330D7A">
      <w:pPr>
        <w:pStyle w:val="BodyText"/>
      </w:pPr>
      <w:r>
        <w:t xml:space="preserve">                                                                                              </w:t>
      </w:r>
    </w:p>
    <w:p w:rsidR="005A7C66" w:rsidRDefault="005A7C66" w:rsidP="00330D7A">
      <w:pPr>
        <w:pStyle w:val="BodyText"/>
      </w:pPr>
      <w:r>
        <w:t xml:space="preserve">                                                                                            </w:t>
      </w:r>
    </w:p>
    <w:p w:rsidR="005A7C66" w:rsidRPr="0069573E" w:rsidRDefault="005A7C66" w:rsidP="00330D7A">
      <w:pPr>
        <w:pStyle w:val="BodyText"/>
      </w:pPr>
      <w:r>
        <w:t xml:space="preserve">                                                                                                 Ai Dirigenti Scolastici </w:t>
      </w:r>
    </w:p>
    <w:p w:rsidR="005A7C66" w:rsidRPr="0069573E" w:rsidRDefault="005A7C66" w:rsidP="00330D7A">
      <w:pPr>
        <w:pStyle w:val="BodyText"/>
      </w:pPr>
      <w:r w:rsidRPr="0069573E">
        <w:t xml:space="preserve">                                                                                   </w:t>
      </w:r>
      <w:r>
        <w:t xml:space="preserve">              degli Istituti di Istruzione Secondaria</w:t>
      </w:r>
      <w:r w:rsidRPr="0069573E">
        <w:t xml:space="preserve"> </w:t>
      </w:r>
    </w:p>
    <w:p w:rsidR="005A7C66" w:rsidRPr="0069573E" w:rsidRDefault="005A7C66" w:rsidP="00330D7A">
      <w:pPr>
        <w:pStyle w:val="BodyText"/>
      </w:pPr>
      <w:r w:rsidRPr="0069573E">
        <w:t xml:space="preserve">                                                                                    </w:t>
      </w:r>
      <w:r>
        <w:t xml:space="preserve">             </w:t>
      </w:r>
      <w:r w:rsidRPr="0069573E">
        <w:t xml:space="preserve">di I </w:t>
      </w:r>
      <w:r>
        <w:t>e II</w:t>
      </w:r>
      <w:r w:rsidRPr="0069573E">
        <w:t xml:space="preserve"> grado </w:t>
      </w:r>
    </w:p>
    <w:p w:rsidR="005A7C66" w:rsidRDefault="005A7C66" w:rsidP="00330D7A">
      <w:pPr>
        <w:pStyle w:val="BodyText"/>
      </w:pPr>
      <w:r w:rsidRPr="0069573E">
        <w:t xml:space="preserve">                                                                                </w:t>
      </w:r>
      <w:r>
        <w:t xml:space="preserve">              </w:t>
      </w:r>
      <w:r w:rsidRPr="0069573E">
        <w:t xml:space="preserve">   della Regione Campania</w:t>
      </w:r>
    </w:p>
    <w:p w:rsidR="005A7C66" w:rsidRPr="0069573E" w:rsidRDefault="005A7C66" w:rsidP="00330D7A">
      <w:pPr>
        <w:pStyle w:val="BodyText"/>
        <w:rPr>
          <w:sz w:val="10"/>
          <w:szCs w:val="10"/>
        </w:rPr>
      </w:pPr>
    </w:p>
    <w:p w:rsidR="005A7C66" w:rsidRPr="00160908" w:rsidRDefault="005A7C66" w:rsidP="00330D7A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4"/>
          <w:szCs w:val="4"/>
        </w:rPr>
      </w:pPr>
    </w:p>
    <w:p w:rsidR="005A7C66" w:rsidRDefault="005A7C66" w:rsidP="00160908">
      <w:pPr>
        <w:ind w:left="1260" w:hanging="1260"/>
        <w:jc w:val="both"/>
        <w:rPr>
          <w:rFonts w:ascii="Times New Roman" w:hAnsi="Times New Roman"/>
          <w:b/>
          <w:iCs/>
          <w:sz w:val="24"/>
          <w:szCs w:val="24"/>
        </w:rPr>
      </w:pPr>
      <w:r w:rsidRPr="00160908">
        <w:rPr>
          <w:rFonts w:ascii="Times New Roman" w:hAnsi="Times New Roman"/>
          <w:b/>
          <w:sz w:val="24"/>
          <w:szCs w:val="24"/>
        </w:rPr>
        <w:t>Oggetto:  Progetto “</w:t>
      </w:r>
      <w:r w:rsidRPr="00160908">
        <w:rPr>
          <w:rFonts w:ascii="Times New Roman" w:hAnsi="Times New Roman"/>
          <w:b/>
          <w:iCs/>
          <w:sz w:val="24"/>
          <w:szCs w:val="24"/>
        </w:rPr>
        <w:t xml:space="preserve">Train… to be cool”.  Incontri nelle scuole con </w:t>
      </w:r>
      <w:smartTag w:uri="urn:schemas-microsoft-com:office:smarttags" w:element="PersonName">
        <w:smartTagPr>
          <w:attr w:name="ProductID" w:val="la Polizia"/>
        </w:smartTagPr>
        <w:smartTag w:uri="urn:schemas-microsoft-com:office:smarttags" w:element="PersonName">
          <w:smartTagPr>
            <w:attr w:name="ProductID" w:val="La Polizia Ferroviaria"/>
          </w:smartTagPr>
          <w:r w:rsidRPr="00160908">
            <w:rPr>
              <w:rFonts w:ascii="Times New Roman" w:hAnsi="Times New Roman"/>
              <w:b/>
              <w:iCs/>
              <w:sz w:val="24"/>
              <w:szCs w:val="24"/>
            </w:rPr>
            <w:t>la Polizia</w:t>
          </w:r>
        </w:smartTag>
        <w:r w:rsidRPr="00160908">
          <w:rPr>
            <w:rFonts w:ascii="Times New Roman" w:hAnsi="Times New Roman"/>
            <w:b/>
            <w:iCs/>
            <w:sz w:val="24"/>
            <w:szCs w:val="24"/>
          </w:rPr>
          <w:t xml:space="preserve"> Ferroviaria</w:t>
        </w:r>
      </w:smartTag>
    </w:p>
    <w:p w:rsidR="005A7C66" w:rsidRDefault="005A7C66" w:rsidP="00AD4DE5">
      <w:pPr>
        <w:pStyle w:val="BodyText"/>
        <w:jc w:val="both"/>
      </w:pPr>
      <w:r>
        <w:tab/>
      </w:r>
      <w:smartTag w:uri="urn:schemas-microsoft-com:office:smarttags" w:element="PersonName">
        <w:smartTagPr>
          <w:attr w:name="ProductID" w:val="La Polizia Ferroviaria"/>
        </w:smartTagPr>
        <w:r w:rsidRPr="00160908">
          <w:t>La Polizia Ferroviaria</w:t>
        </w:r>
      </w:smartTag>
      <w:r w:rsidRPr="00160908">
        <w:t>, S</w:t>
      </w:r>
      <w:r>
        <w:t xml:space="preserve">pecialità della Polizia di Stato </w:t>
      </w:r>
      <w:r w:rsidRPr="00160908">
        <w:t xml:space="preserve">ha eseguito a livello nazionale uno </w:t>
      </w:r>
      <w:r w:rsidRPr="00160908">
        <w:rPr>
          <w:i/>
        </w:rPr>
        <w:t>screening</w:t>
      </w:r>
      <w:r w:rsidRPr="00160908">
        <w:t xml:space="preserve"> sugli eventi relativi all’incidentalità ferroviaria da cui è scaturita l’esigenza di p</w:t>
      </w:r>
      <w:r>
        <w:t>romuovere un progetto didattico rivolto agli studenti delle Scuole secondarie per diffondere tra i giovani la cultura della legalità. Difatti è emerso che i giovani spesso non hanno la consapevolezza dei rischi presenti sullo scenario ferroviario, incorrendo in episodi  che li vedono protagonisti di reati  a seguito di lancio sassi contro treni o della collocazione di ostacoli sui binari, ma ancor più quali autori di gesti irresponsabili o vittime di investimenti ferroviari causati da proprie imprudenze o distrazioni.</w:t>
      </w:r>
    </w:p>
    <w:p w:rsidR="005A7C66" w:rsidRPr="002735AC" w:rsidRDefault="005A7C66" w:rsidP="00AD4DE5">
      <w:pPr>
        <w:pStyle w:val="BodyText"/>
        <w:jc w:val="both"/>
      </w:pPr>
      <w:r>
        <w:tab/>
      </w:r>
      <w:r>
        <w:tab/>
      </w:r>
      <w:r w:rsidRPr="002735AC">
        <w:t>Tale progetto</w:t>
      </w:r>
      <w:r>
        <w:t xml:space="preserve"> è </w:t>
      </w:r>
      <w:r w:rsidRPr="002735AC">
        <w:t>denominato “</w:t>
      </w:r>
      <w:r w:rsidRPr="002735AC">
        <w:rPr>
          <w:b/>
          <w:i/>
          <w:iCs/>
        </w:rPr>
        <w:t>Train… to be cool</w:t>
      </w:r>
      <w:r w:rsidRPr="002735AC">
        <w:rPr>
          <w:i/>
          <w:iCs/>
        </w:rPr>
        <w:t xml:space="preserve">”,  </w:t>
      </w:r>
      <w:r w:rsidRPr="002735AC">
        <w:t>laddove “</w:t>
      </w:r>
      <w:r w:rsidRPr="002735AC">
        <w:rPr>
          <w:i/>
          <w:iCs/>
        </w:rPr>
        <w:t>train</w:t>
      </w:r>
      <w:r w:rsidRPr="002735AC">
        <w:t xml:space="preserve">” viene usato nella doppia accezione di “treno”, ma anche di “formazione”.  Per cui il titolo va letto secondo </w:t>
      </w:r>
      <w:r>
        <w:t xml:space="preserve">questa variante, nel senso di: </w:t>
      </w:r>
      <w:r w:rsidRPr="002735AC">
        <w:t>essere allenati/formati/educati per essere “</w:t>
      </w:r>
      <w:r w:rsidRPr="002735AC">
        <w:rPr>
          <w:i/>
          <w:iCs/>
        </w:rPr>
        <w:t>cool</w:t>
      </w:r>
      <w:r w:rsidRPr="002735AC">
        <w:t>” ovvero “forti”, “fichi” secondo il linguaggio giovanile.</w:t>
      </w:r>
    </w:p>
    <w:p w:rsidR="005A7C66" w:rsidRDefault="005A7C66" w:rsidP="00F44A51">
      <w:pPr>
        <w:pStyle w:val="BodyText"/>
        <w:jc w:val="both"/>
      </w:pPr>
      <w:r>
        <w:tab/>
      </w:r>
      <w:r w:rsidRPr="004C16B1">
        <w:t>Lo scopo finale è quello di far prendere consapevolezza ai giovani dei rischi pre</w:t>
      </w:r>
      <w:r>
        <w:t xml:space="preserve">senti nello scenario </w:t>
      </w:r>
      <w:r w:rsidRPr="004C16B1">
        <w:t>ferroviario per po</w:t>
      </w:r>
      <w:r>
        <w:t xml:space="preserve">i sensibilizzarli e </w:t>
      </w:r>
      <w:r w:rsidRPr="004C16B1">
        <w:t>responsabi</w:t>
      </w:r>
      <w:r>
        <w:t xml:space="preserve">lizzarli rispetto alla condotta </w:t>
      </w:r>
      <w:r w:rsidRPr="004C16B1">
        <w:t xml:space="preserve">comportamentale e agli atteggiamenti che possono arrecare seri danni non solo a quella altrui, ma anche e soprattutto alla loro stessa incolumità. </w:t>
      </w:r>
    </w:p>
    <w:p w:rsidR="005A7C66" w:rsidRPr="00D663CF" w:rsidRDefault="005A7C66" w:rsidP="00D663CF">
      <w:pPr>
        <w:pStyle w:val="BodyText"/>
        <w:ind w:firstLine="708"/>
        <w:rPr>
          <w:lang w:eastAsia="en-US"/>
        </w:rPr>
      </w:pPr>
      <w:r w:rsidRPr="00D663CF">
        <w:rPr>
          <w:lang w:eastAsia="en-US"/>
        </w:rPr>
        <w:t xml:space="preserve">Considerati i tempi ristretti, le adesioni degli Istituti Scolastici dovranno pervenire il prima possibile e </w:t>
      </w:r>
      <w:r>
        <w:rPr>
          <w:lang w:eastAsia="en-US"/>
        </w:rPr>
        <w:t>comunque entro e non oltre il 7</w:t>
      </w:r>
      <w:r w:rsidRPr="00D663CF">
        <w:rPr>
          <w:lang w:eastAsia="en-US"/>
        </w:rPr>
        <w:t xml:space="preserve"> maggio 2014 alle utenze telefoniche 0812441111 -0812441328 -0812441347 oppure ai seguenti indirizzi di posta elettronica:</w:t>
      </w:r>
    </w:p>
    <w:p w:rsidR="005A7C66" w:rsidRPr="00D663CF" w:rsidRDefault="005A7C66" w:rsidP="0025143C">
      <w:pPr>
        <w:pStyle w:val="BodyText"/>
        <w:rPr>
          <w:lang w:eastAsia="en-US"/>
        </w:rPr>
      </w:pPr>
      <w:r w:rsidRPr="00D663CF">
        <w:rPr>
          <w:lang w:eastAsia="en-US"/>
        </w:rPr>
        <w:t>- compartimentopolfer.</w:t>
      </w:r>
      <w:hyperlink r:id="rId6" w:history="1">
        <w:r w:rsidRPr="0025143C">
          <w:rPr>
            <w:rStyle w:val="Hyperlink"/>
            <w:color w:val="auto"/>
            <w:u w:val="none"/>
            <w:lang w:eastAsia="en-US"/>
          </w:rPr>
          <w:t>na@poliziadistato.it</w:t>
        </w:r>
      </w:hyperlink>
      <w:r w:rsidRPr="0025143C">
        <w:rPr>
          <w:lang w:eastAsia="en-US"/>
        </w:rPr>
        <w:t>.</w:t>
      </w:r>
    </w:p>
    <w:p w:rsidR="005A7C66" w:rsidRPr="00D663CF" w:rsidRDefault="005A7C66" w:rsidP="00D663CF">
      <w:pPr>
        <w:pStyle w:val="BodyText"/>
        <w:rPr>
          <w:lang w:eastAsia="en-US"/>
        </w:rPr>
      </w:pPr>
      <w:r w:rsidRPr="00D663CF">
        <w:rPr>
          <w:lang w:eastAsia="en-US"/>
        </w:rPr>
        <w:t>- mariapia.tranchino@poliziadistato.it</w:t>
      </w:r>
    </w:p>
    <w:p w:rsidR="005A7C66" w:rsidRPr="00D663CF" w:rsidRDefault="005A7C66" w:rsidP="00D663CF">
      <w:pPr>
        <w:pStyle w:val="BodyText"/>
        <w:rPr>
          <w:lang w:eastAsia="en-US"/>
        </w:rPr>
      </w:pPr>
      <w:r w:rsidRPr="00D663CF">
        <w:rPr>
          <w:lang w:eastAsia="en-US"/>
        </w:rPr>
        <w:t>- michele.mele.@poliziadistato.it</w:t>
      </w:r>
    </w:p>
    <w:p w:rsidR="005A7C66" w:rsidRPr="00D663CF" w:rsidRDefault="005A7C66" w:rsidP="00D663CF">
      <w:pPr>
        <w:pStyle w:val="BodyText"/>
        <w:ind w:firstLine="708"/>
      </w:pPr>
      <w:r w:rsidRPr="00D663CF">
        <w:t>Si allega scheda di adesione.</w:t>
      </w:r>
    </w:p>
    <w:p w:rsidR="005A7C66" w:rsidRPr="00D663CF" w:rsidRDefault="005A7C66" w:rsidP="00D663CF">
      <w:pPr>
        <w:pStyle w:val="BodyText"/>
      </w:pPr>
      <w:r w:rsidRPr="00D663CF">
        <w:tab/>
        <w:t xml:space="preserve">Considerata la rilevanza dell’iniziativa si invita a darne massima diffusione. </w:t>
      </w:r>
    </w:p>
    <w:p w:rsidR="005A7C66" w:rsidRPr="00D663CF" w:rsidRDefault="005A7C66" w:rsidP="00D663CF">
      <w:pPr>
        <w:pStyle w:val="BodyText"/>
      </w:pPr>
      <w:r w:rsidRPr="00D663CF">
        <w:tab/>
      </w:r>
    </w:p>
    <w:p w:rsidR="005A7C66" w:rsidRPr="0069573E" w:rsidRDefault="005A7C66" w:rsidP="00F44A51">
      <w:pPr>
        <w:pStyle w:val="BodyText"/>
        <w:tabs>
          <w:tab w:val="left" w:pos="1620"/>
        </w:tabs>
        <w:jc w:val="both"/>
      </w:pPr>
    </w:p>
    <w:p w:rsidR="005A7C66" w:rsidRDefault="005A7C66" w:rsidP="00F44A5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573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</w:p>
    <w:p w:rsidR="005A7C66" w:rsidRPr="0069573E" w:rsidRDefault="005A7C66" w:rsidP="00F44A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Pr="0069573E">
        <w:rPr>
          <w:rFonts w:ascii="Times New Roman" w:hAnsi="Times New Roman"/>
          <w:sz w:val="24"/>
          <w:szCs w:val="24"/>
        </w:rPr>
        <w:t xml:space="preserve"> </w:t>
      </w:r>
      <w:r w:rsidRPr="0069573E">
        <w:rPr>
          <w:rFonts w:ascii="Times New Roman" w:hAnsi="Times New Roman"/>
          <w:b/>
          <w:sz w:val="24"/>
          <w:szCs w:val="24"/>
        </w:rPr>
        <w:t>Il Direttore  Generale</w:t>
      </w:r>
    </w:p>
    <w:p w:rsidR="005A7C66" w:rsidRPr="0069573E" w:rsidRDefault="005A7C66" w:rsidP="00F44A5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9573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f.to</w:t>
      </w:r>
      <w:r w:rsidRPr="0069573E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9573E">
        <w:rPr>
          <w:rFonts w:ascii="Times New Roman" w:hAnsi="Times New Roman"/>
          <w:b/>
          <w:sz w:val="24"/>
          <w:szCs w:val="24"/>
        </w:rPr>
        <w:t>Diego Bouchè</w:t>
      </w:r>
    </w:p>
    <w:p w:rsidR="005A7C66" w:rsidRPr="00160908" w:rsidRDefault="005A7C66" w:rsidP="00160908">
      <w:pPr>
        <w:ind w:left="1260" w:hanging="1260"/>
        <w:jc w:val="both"/>
        <w:rPr>
          <w:rFonts w:ascii="Times New Roman" w:hAnsi="Times New Roman"/>
          <w:b/>
          <w:iCs/>
          <w:sz w:val="24"/>
          <w:szCs w:val="24"/>
        </w:rPr>
      </w:pPr>
    </w:p>
    <w:sectPr w:rsidR="005A7C66" w:rsidRPr="00160908" w:rsidSect="008D2B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D2C6C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AB04F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5BED5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81EFE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8FB4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DD47C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4ECF4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088A3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6B64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B0670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0D7A"/>
    <w:rsid w:val="000272F8"/>
    <w:rsid w:val="00160908"/>
    <w:rsid w:val="001C3990"/>
    <w:rsid w:val="001C3E3E"/>
    <w:rsid w:val="001C4A52"/>
    <w:rsid w:val="0025143C"/>
    <w:rsid w:val="002735AC"/>
    <w:rsid w:val="002E75FA"/>
    <w:rsid w:val="00322F9B"/>
    <w:rsid w:val="00330D7A"/>
    <w:rsid w:val="00360E3A"/>
    <w:rsid w:val="00395962"/>
    <w:rsid w:val="003B6576"/>
    <w:rsid w:val="00432FBC"/>
    <w:rsid w:val="004971AA"/>
    <w:rsid w:val="004C0A29"/>
    <w:rsid w:val="004C16B1"/>
    <w:rsid w:val="004F6731"/>
    <w:rsid w:val="005232F2"/>
    <w:rsid w:val="005978C9"/>
    <w:rsid w:val="005A7C66"/>
    <w:rsid w:val="0061407E"/>
    <w:rsid w:val="0063643E"/>
    <w:rsid w:val="0069573E"/>
    <w:rsid w:val="008030C8"/>
    <w:rsid w:val="008D2B40"/>
    <w:rsid w:val="008F287A"/>
    <w:rsid w:val="00A53176"/>
    <w:rsid w:val="00AD4DE5"/>
    <w:rsid w:val="00B53AD6"/>
    <w:rsid w:val="00CF1452"/>
    <w:rsid w:val="00D663CF"/>
    <w:rsid w:val="00F44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D7A"/>
    <w:pPr>
      <w:spacing w:after="200" w:line="276" w:lineRule="auto"/>
    </w:pPr>
    <w:rPr>
      <w:rFonts w:eastAsia="Times New Roman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30D7A"/>
    <w:pPr>
      <w:keepNext/>
      <w:spacing w:after="0" w:line="240" w:lineRule="auto"/>
      <w:outlineLvl w:val="2"/>
    </w:pPr>
    <w:rPr>
      <w:rFonts w:ascii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330D7A"/>
    <w:rPr>
      <w:rFonts w:ascii="Times New Roman" w:hAnsi="Times New Roman" w:cs="Times New Roman"/>
      <w:b/>
      <w:bCs/>
      <w:sz w:val="24"/>
      <w:szCs w:val="24"/>
      <w:lang w:eastAsia="it-IT"/>
    </w:rPr>
  </w:style>
  <w:style w:type="paragraph" w:styleId="BodyText">
    <w:name w:val="Body Text"/>
    <w:basedOn w:val="Normal"/>
    <w:link w:val="BodyTextChar"/>
    <w:uiPriority w:val="99"/>
    <w:rsid w:val="00330D7A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30D7A"/>
    <w:rPr>
      <w:rFonts w:ascii="Times New Roman" w:hAnsi="Times New Roman" w:cs="Times New Roman"/>
      <w:sz w:val="24"/>
      <w:szCs w:val="24"/>
      <w:lang w:eastAsia="it-IT"/>
    </w:rPr>
  </w:style>
  <w:style w:type="paragraph" w:styleId="NormalWeb">
    <w:name w:val="Normal (Web)"/>
    <w:basedOn w:val="Normal"/>
    <w:uiPriority w:val="99"/>
    <w:rsid w:val="00330D7A"/>
    <w:pPr>
      <w:spacing w:before="100" w:after="100" w:line="240" w:lineRule="auto"/>
    </w:pPr>
    <w:rPr>
      <w:rFonts w:ascii="Arial Unicode MS" w:hAnsi="Times New Roman" w:cs="Arial Unicode MS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663CF"/>
    <w:rPr>
      <w:rFonts w:ascii="Arial Narrow" w:hAnsi="Arial Narrow" w:cs="Times New Roman"/>
      <w:sz w:val="23"/>
      <w:szCs w:val="23"/>
      <w:shd w:val="clear" w:color="auto" w:fill="FFFFFF"/>
      <w:lang w:bidi="ar-SA"/>
    </w:rPr>
  </w:style>
  <w:style w:type="paragraph" w:customStyle="1" w:styleId="Bodytext1">
    <w:name w:val="Body text1"/>
    <w:basedOn w:val="Normal"/>
    <w:link w:val="Bodytext0"/>
    <w:uiPriority w:val="99"/>
    <w:rsid w:val="00D663CF"/>
    <w:pPr>
      <w:widowControl w:val="0"/>
      <w:shd w:val="clear" w:color="auto" w:fill="FFFFFF"/>
      <w:spacing w:before="600" w:after="240" w:line="283" w:lineRule="exact"/>
      <w:ind w:hanging="1200"/>
      <w:jc w:val="right"/>
    </w:pPr>
    <w:rPr>
      <w:rFonts w:ascii="Arial Narrow" w:eastAsia="Calibri" w:hAnsi="Arial Narrow"/>
      <w:noProof/>
      <w:sz w:val="23"/>
      <w:szCs w:val="23"/>
      <w:shd w:val="clear" w:color="auto" w:fill="FFFFFF"/>
    </w:rPr>
  </w:style>
  <w:style w:type="character" w:styleId="Hyperlink">
    <w:name w:val="Hyperlink"/>
    <w:basedOn w:val="DefaultParagraphFont"/>
    <w:uiPriority w:val="99"/>
    <w:rsid w:val="00D663C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@poliziadistato.it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532</Words>
  <Characters>3035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</dc:creator>
  <cp:keywords/>
  <dc:description/>
  <cp:lastModifiedBy>M.I.U.R.</cp:lastModifiedBy>
  <cp:revision>6</cp:revision>
  <dcterms:created xsi:type="dcterms:W3CDTF">2014-04-07T11:11:00Z</dcterms:created>
  <dcterms:modified xsi:type="dcterms:W3CDTF">2014-04-23T11:32:00Z</dcterms:modified>
</cp:coreProperties>
</file>